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8E8" w:rsidRDefault="00E214DF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proofErr w:type="gramStart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15:</w:t>
      </w:r>
      <w:proofErr w:type="gramEnd"/>
    </w:p>
    <w:p w:rsidR="009E78E8" w:rsidRPr="00556634" w:rsidRDefault="00E214DF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Male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Münzen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und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Scheine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um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richtige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Summe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erreichen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  <w:r w:rsidR="009E78E8"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</w:p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242"/>
        <w:gridCol w:w="5529"/>
      </w:tblGrid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172 €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248 €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E78E8" w:rsidRDefault="00E214DF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</w:t>
      </w:r>
      <w:proofErr w:type="gramStart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16:</w:t>
      </w:r>
      <w:proofErr w:type="gram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Summe</w:t>
      </w:r>
      <w:proofErr w:type="spellEnd"/>
      <w:r w:rsidR="009E78E8"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tbl>
      <w:tblPr>
        <w:tblStyle w:val="Grilledutableau"/>
        <w:tblW w:w="6740" w:type="dxa"/>
        <w:tblLayout w:type="fixed"/>
        <w:tblLook w:val="04A0" w:firstRow="1" w:lastRow="0" w:firstColumn="1" w:lastColumn="0" w:noHBand="0" w:noVBand="1"/>
      </w:tblPr>
      <w:tblGrid>
        <w:gridCol w:w="799"/>
        <w:gridCol w:w="5941"/>
      </w:tblGrid>
      <w:tr w:rsidR="009E78E8" w:rsidTr="009E78E8">
        <w:trPr>
          <w:trHeight w:val="1883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05180" cy="464185"/>
                  <wp:effectExtent l="0" t="0" r="0" b="0"/>
                  <wp:docPr id="1013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3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1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0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29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8E8" w:rsidTr="009E78E8">
        <w:trPr>
          <w:trHeight w:val="1020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5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4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1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0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8E8" w:rsidRDefault="009E78E8" w:rsidP="009E78E8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:rsidR="009E78E8" w:rsidRDefault="00E214DF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</w:t>
      </w:r>
      <w:proofErr w:type="gramStart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15:</w:t>
      </w:r>
      <w:proofErr w:type="gramEnd"/>
    </w:p>
    <w:p w:rsidR="00E214DF" w:rsidRPr="00556634" w:rsidRDefault="00E214DF" w:rsidP="00E214D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Male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Münzen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und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Scheine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um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richtige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Summe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erreichen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</w:p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242"/>
        <w:gridCol w:w="5529"/>
      </w:tblGrid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bookmarkStart w:id="0" w:name="_GoBack"/>
            <w:bookmarkEnd w:id="0"/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172 €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248 €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E78E8" w:rsidRDefault="00E214DF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</w:t>
      </w:r>
      <w:proofErr w:type="gramStart"/>
      <w:r w:rsidR="009E78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16:</w:t>
      </w:r>
      <w:proofErr w:type="gram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Su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m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me</w:t>
      </w:r>
      <w:proofErr w:type="spellEnd"/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tbl>
      <w:tblPr>
        <w:tblStyle w:val="Grilledutableau"/>
        <w:tblW w:w="6740" w:type="dxa"/>
        <w:tblLayout w:type="fixed"/>
        <w:tblLook w:val="04A0" w:firstRow="1" w:lastRow="0" w:firstColumn="1" w:lastColumn="0" w:noHBand="0" w:noVBand="1"/>
      </w:tblPr>
      <w:tblGrid>
        <w:gridCol w:w="799"/>
        <w:gridCol w:w="5941"/>
      </w:tblGrid>
      <w:tr w:rsidR="009E78E8" w:rsidTr="0089178D">
        <w:trPr>
          <w:trHeight w:val="1883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05180" cy="464185"/>
                  <wp:effectExtent l="0" t="0" r="0" b="0"/>
                  <wp:docPr id="1018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8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1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7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78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7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6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5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4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3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8E8" w:rsidTr="0089178D">
        <w:trPr>
          <w:trHeight w:val="1020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9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8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88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5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45B" w:rsidRPr="007E024D" w:rsidRDefault="001D645B">
      <w:pPr>
        <w:rPr>
          <w:rFonts w:ascii="Arial" w:hAnsi="Arial" w:cs="Arial"/>
          <w:sz w:val="28"/>
        </w:rPr>
      </w:pPr>
    </w:p>
    <w:sectPr w:rsidR="001D645B" w:rsidRPr="007E024D" w:rsidSect="009E78E8">
      <w:pgSz w:w="16838" w:h="11906" w:orient="landscape"/>
      <w:pgMar w:top="1080" w:right="1440" w:bottom="1080" w:left="1135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8E8"/>
    <w:rsid w:val="001D645B"/>
    <w:rsid w:val="005175A3"/>
    <w:rsid w:val="005F7238"/>
    <w:rsid w:val="007E024D"/>
    <w:rsid w:val="009E78E8"/>
    <w:rsid w:val="00E2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47260"/>
  <w15:chartTrackingRefBased/>
  <w15:docId w15:val="{204A43DE-78C3-4107-9AC8-16A25FE3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8E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E78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2019-08-11T17:28:00Z</dcterms:created>
  <dcterms:modified xsi:type="dcterms:W3CDTF">2019-08-11T17:28:00Z</dcterms:modified>
</cp:coreProperties>
</file>